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30615D-BA3F-4B83-B0F4-8886BBE78C49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